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02D805" w14:textId="77777777" w:rsidR="003166FD" w:rsidRPr="00C7734A" w:rsidRDefault="003166FD" w:rsidP="003166FD">
      <w:pPr>
        <w:pStyle w:val="berschrift1"/>
      </w:pPr>
      <w:r w:rsidRPr="00C7734A">
        <w:t>Simulation eines vernetzten Systems</w:t>
      </w:r>
      <w:r>
        <w:br/>
      </w:r>
      <w:r w:rsidRPr="00C7734A">
        <w:t xml:space="preserve">am Beispiel einer </w:t>
      </w:r>
      <w:proofErr w:type="spellStart"/>
      <w:r w:rsidRPr="00C7734A">
        <w:t>Smarthome</w:t>
      </w:r>
      <w:proofErr w:type="spellEnd"/>
      <w:r w:rsidRPr="00C7734A">
        <w:t>-Steuerung</w:t>
      </w:r>
    </w:p>
    <w:p w14:paraId="15262477" w14:textId="77777777" w:rsidR="003166FD" w:rsidRDefault="003166FD" w:rsidP="003166FD">
      <w:r>
        <w:t xml:space="preserve">Bei einer </w:t>
      </w:r>
      <w:proofErr w:type="spellStart"/>
      <w:r>
        <w:t>Smarthome</w:t>
      </w:r>
      <w:proofErr w:type="spellEnd"/>
      <w:r>
        <w:t>-Steuerung sind häufig Sensoren in verschiedenen Räumen eines Hauses verteilt. Die Sensorwerte können von einer zentralen Komponente abgefragt werden. Abhängig von der Temperatur in den einzelnen Räumen können dann z. B. die Heizung oder die Rollläden für eine Verschattung angesteuert werden.</w:t>
      </w:r>
    </w:p>
    <w:p w14:paraId="7351AB64" w14:textId="793B592C" w:rsidR="003166FD" w:rsidRDefault="003166FD" w:rsidP="003166FD">
      <w:r>
        <w:rPr>
          <w:noProof/>
        </w:rPr>
        <mc:AlternateContent>
          <mc:Choice Requires="wpg">
            <w:drawing>
              <wp:anchor distT="0" distB="0" distL="114300" distR="114300" simplePos="0" relativeHeight="251659264" behindDoc="0" locked="0" layoutInCell="1" allowOverlap="1" wp14:anchorId="53D39A00" wp14:editId="77C7D953">
                <wp:simplePos x="0" y="0"/>
                <wp:positionH relativeFrom="column">
                  <wp:posOffset>81280</wp:posOffset>
                </wp:positionH>
                <wp:positionV relativeFrom="paragraph">
                  <wp:posOffset>710565</wp:posOffset>
                </wp:positionV>
                <wp:extent cx="4205605" cy="2952750"/>
                <wp:effectExtent l="0" t="0" r="4445" b="0"/>
                <wp:wrapTopAndBottom/>
                <wp:docPr id="1139306223" name="Gruppieren 7"/>
                <wp:cNvGraphicFramePr/>
                <a:graphic xmlns:a="http://schemas.openxmlformats.org/drawingml/2006/main">
                  <a:graphicData uri="http://schemas.microsoft.com/office/word/2010/wordprocessingGroup">
                    <wpg:wgp>
                      <wpg:cNvGrpSpPr/>
                      <wpg:grpSpPr>
                        <a:xfrm>
                          <a:off x="0" y="0"/>
                          <a:ext cx="4205605" cy="2930852"/>
                          <a:chOff x="59023" y="892442"/>
                          <a:chExt cx="4744586" cy="3310650"/>
                        </a:xfrm>
                      </wpg:grpSpPr>
                      <pic:pic xmlns:pic="http://schemas.openxmlformats.org/drawingml/2006/picture">
                        <pic:nvPicPr>
                          <pic:cNvPr id="13" name="Grafik 13"/>
                          <pic:cNvPicPr>
                            <a:picLocks noChangeAspect="1"/>
                          </pic:cNvPicPr>
                        </pic:nvPicPr>
                        <pic:blipFill>
                          <a:blip r:embed="rId8">
                            <a:extLst>
                              <a:ext uri="{28A0092B-C50C-407E-A947-70E740481C1C}">
                                <a14:useLocalDpi xmlns:a14="http://schemas.microsoft.com/office/drawing/2010/main" val="0"/>
                              </a:ext>
                            </a:extLst>
                          </a:blip>
                          <a:srcRect/>
                          <a:stretch/>
                        </pic:blipFill>
                        <pic:spPr>
                          <a:xfrm>
                            <a:off x="59023" y="892442"/>
                            <a:ext cx="3673376" cy="2990329"/>
                          </a:xfrm>
                          <a:prstGeom prst="rect">
                            <a:avLst/>
                          </a:prstGeom>
                        </pic:spPr>
                      </pic:pic>
                      <wps:wsp>
                        <wps:cNvPr id="1740107923" name="Textfeld 1"/>
                        <wps:cNvSpPr txBox="1"/>
                        <wps:spPr>
                          <a:xfrm>
                            <a:off x="87464" y="3936392"/>
                            <a:ext cx="4716145" cy="266700"/>
                          </a:xfrm>
                          <a:prstGeom prst="rect">
                            <a:avLst/>
                          </a:prstGeom>
                          <a:solidFill>
                            <a:prstClr val="white"/>
                          </a:solidFill>
                          <a:ln>
                            <a:noFill/>
                          </a:ln>
                        </wps:spPr>
                        <wps:txbx>
                          <w:txbxContent>
                            <w:p w14:paraId="7DC25A19" w14:textId="6F937FEC" w:rsidR="003166FD" w:rsidRPr="00E87A56" w:rsidRDefault="003166FD" w:rsidP="004B3AF1">
                              <w:pPr>
                                <w:pStyle w:val="UnterschriftINFSII"/>
                                <w:rPr>
                                  <w:noProof/>
                                </w:rPr>
                              </w:pPr>
                              <w:r>
                                <w:t xml:space="preserve">Abbildung </w:t>
                              </w:r>
                              <w:r>
                                <w:fldChar w:fldCharType="begin"/>
                              </w:r>
                              <w:r>
                                <w:instrText xml:space="preserve"> SEQ Abbildung \* ARABIC </w:instrText>
                              </w:r>
                              <w:r>
                                <w:fldChar w:fldCharType="separate"/>
                              </w:r>
                              <w:r w:rsidR="004B1396">
                                <w:rPr>
                                  <w:noProof/>
                                </w:rPr>
                                <w:t>1</w:t>
                              </w:r>
                              <w:r>
                                <w:rPr>
                                  <w:noProof/>
                                </w:rPr>
                                <w:fldChar w:fldCharType="end"/>
                              </w:r>
                              <w:r>
                                <w:t>: Temperaturabfrage von verschiedenen Orten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3D39A00" id="Gruppieren 7" o:spid="_x0000_s1026" style="position:absolute;margin-left:6.4pt;margin-top:55.95pt;width:331.15pt;height:232.5pt;z-index:251659264;mso-width-relative:margin;mso-height-relative:margin" coordorigin="590,8924" coordsize="47445,331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3" o:spid="_x0000_s1027" type="#_x0000_t75" style="position:absolute;left:590;top:8924;width:36733;height:29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">
                  <v:imagedata r:id="rId9" o:title=""/>
                </v:shape>
                <v:shapetype id="_x0000_t202" coordsize="21600,21600" o:spt="202" path="m,l,21600r21600,l21600,xe">
                  <v:stroke joinstyle="miter"/>
                  <v:path gradientshapeok="t" o:connecttype="rect"/>
                </v:shapetype>
                <v:shape id="Textfeld 1" o:spid="_x0000_s1028" type="#_x0000_t202" style="position:absolute;left:874;top:39363;width:47162;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" stroked="f">
                  <v:textbox inset="0,0,0,0">
                    <w:txbxContent>
                      <w:p w14:paraId="7DC25A19" w14:textId="6F937FEC" w:rsidR="003166FD" w:rsidRPr="00E87A56" w:rsidRDefault="003166FD" w:rsidP="004B3AF1">
                        <w:pPr>
                          <w:pStyle w:val="UnterschriftINFSII"/>
                          <w:rPr>
                            <w:noProof/>
                          </w:rPr>
                        </w:pPr>
                        <w:r>
                          <w:t xml:space="preserve">Abbildung </w:t>
                        </w:r>
                        <w:r>
                          <w:fldChar w:fldCharType="begin"/>
                        </w:r>
                        <w:r>
                          <w:instrText xml:space="preserve"> SEQ Abbildung \* ARABIC </w:instrText>
                        </w:r>
                        <w:r>
                          <w:fldChar w:fldCharType="separate"/>
                        </w:r>
                        <w:r w:rsidR="004B1396">
                          <w:rPr>
                            <w:noProof/>
                          </w:rPr>
                          <w:t>1</w:t>
                        </w:r>
                        <w:r>
                          <w:rPr>
                            <w:noProof/>
                          </w:rPr>
                          <w:fldChar w:fldCharType="end"/>
                        </w:r>
                        <w:r>
                          <w:t>: Temperaturabfrage von verschiedenen Orten</w:t>
                        </w:r>
                      </w:p>
                    </w:txbxContent>
                  </v:textbox>
                </v:shape>
                <w10:wrap type="topAndBottom"/>
              </v:group>
            </w:pict>
          </mc:Fallback>
        </mc:AlternateContent>
      </w:r>
      <w:r>
        <w:t xml:space="preserve">Im Folgenden soll die Kommunikation der Zentrale mit den verschiedenen Messtationen in </w:t>
      </w:r>
      <w:r w:rsidR="009C4E9E">
        <w:t>Snap</w:t>
      </w:r>
      <w:r w:rsidR="009C4E9E" w:rsidRPr="009C4E9E">
        <w:rPr>
          <w:i/>
          <w:iCs/>
        </w:rPr>
        <w:t>!</w:t>
      </w:r>
      <w:r>
        <w:t xml:space="preserve"> simuliert werden. Ein zentrales Abfrage-Objekt soll die Temperatur von verschiedenen Mess</w:t>
      </w:r>
      <w:r>
        <w:softHyphen/>
        <w:t>stationen abfragen, die in unterschiedlichen Zimmern eines Hauses verteilt sind (s. Abbildung 1).</w:t>
      </w:r>
    </w:p>
    <w:p w14:paraId="1F290415" w14:textId="77777777" w:rsidR="003166FD" w:rsidRDefault="003166FD" w:rsidP="003166FD"/>
    <w:p w14:paraId="038E4AB6" w14:textId="77777777" w:rsidR="003166FD" w:rsidRDefault="003166FD" w:rsidP="003166FD">
      <w:pPr>
        <w:spacing w:after="0" w:line="259" w:lineRule="auto"/>
      </w:pPr>
      <w:r w:rsidRPr="001D7D82">
        <w:rPr>
          <w:b/>
          <w:bCs/>
        </w:rPr>
        <w:t>Aufgabe 1</w:t>
      </w:r>
      <w:r>
        <w:t>:</w:t>
      </w:r>
    </w:p>
    <w:p w14:paraId="04D4DA9F" w14:textId="7ABB914F" w:rsidR="003166FD" w:rsidRPr="009143B5" w:rsidRDefault="003166FD" w:rsidP="003166FD">
      <w:pPr>
        <w:pStyle w:val="Listenabsatz"/>
        <w:numPr>
          <w:ilvl w:val="0"/>
          <w:numId w:val="27"/>
        </w:numPr>
        <w:spacing w:after="160" w:line="259" w:lineRule="auto"/>
        <w:rPr>
          <w:b/>
          <w:bCs/>
        </w:rPr>
      </w:pPr>
      <w:r>
        <w:t>Öffne</w:t>
      </w:r>
      <w:r w:rsidR="009C4E9E">
        <w:t>n Sie</w:t>
      </w:r>
      <w:r>
        <w:t xml:space="preserve"> das S</w:t>
      </w:r>
      <w:r w:rsidR="009C4E9E">
        <w:t>nap</w:t>
      </w:r>
      <w:r>
        <w:t xml:space="preserve">-Programm </w:t>
      </w:r>
      <w:r w:rsidRPr="006F07C2">
        <w:rPr>
          <w:i/>
          <w:iCs/>
        </w:rPr>
        <w:t>SimulationVernetzung.</w:t>
      </w:r>
      <w:r w:rsidR="009C4E9E">
        <w:rPr>
          <w:i/>
          <w:iCs/>
        </w:rPr>
        <w:t>xml</w:t>
      </w:r>
      <w:r>
        <w:t>. Teste</w:t>
      </w:r>
      <w:r w:rsidR="009C4E9E">
        <w:t>n Sie</w:t>
      </w:r>
      <w:r>
        <w:t xml:space="preserve"> das Programm, indem </w:t>
      </w:r>
      <w:r w:rsidR="009C4E9E">
        <w:t xml:space="preserve">Sie </w:t>
      </w:r>
      <w:r>
        <w:t>auf die grüne Fahne klick</w:t>
      </w:r>
      <w:r w:rsidR="009C4E9E">
        <w:t>en</w:t>
      </w:r>
      <w:r>
        <w:t xml:space="preserve"> und anschließend auf den roten „Knopf“ der Zentrale, der mit „Schlafen“ beschriftet ist.</w:t>
      </w:r>
    </w:p>
    <w:p w14:paraId="74D3C992" w14:textId="444BCAF2" w:rsidR="003166FD" w:rsidRDefault="003166FD" w:rsidP="003166FD">
      <w:pPr>
        <w:pStyle w:val="Listenabsatz"/>
        <w:numPr>
          <w:ilvl w:val="0"/>
          <w:numId w:val="27"/>
        </w:numPr>
        <w:spacing w:after="160" w:line="259" w:lineRule="auto"/>
        <w:rPr>
          <w:b/>
          <w:bCs/>
        </w:rPr>
      </w:pPr>
      <w:r>
        <w:t>Beschreibe</w:t>
      </w:r>
      <w:r w:rsidR="009C4E9E">
        <w:t xml:space="preserve">n Sie den Ablauf der </w:t>
      </w:r>
      <w:r>
        <w:t xml:space="preserve">Kommunikation zwischen der Zentrale und der Messstation im Schlafzimmer, indem </w:t>
      </w:r>
      <w:r w:rsidR="009C4E9E">
        <w:t xml:space="preserve">Sie </w:t>
      </w:r>
      <w:r>
        <w:t xml:space="preserve">die Skripte der Objekte </w:t>
      </w:r>
      <w:proofErr w:type="spellStart"/>
      <w:r w:rsidRPr="006F07C2">
        <w:rPr>
          <w:i/>
          <w:iCs/>
        </w:rPr>
        <w:t>Schlafzimmer_Messstation</w:t>
      </w:r>
      <w:proofErr w:type="spellEnd"/>
      <w:r>
        <w:t xml:space="preserve"> und </w:t>
      </w:r>
      <w:r w:rsidRPr="006F07C2">
        <w:rPr>
          <w:i/>
          <w:iCs/>
        </w:rPr>
        <w:t>Zentrale</w:t>
      </w:r>
      <w:r>
        <w:t xml:space="preserve"> untersuch</w:t>
      </w:r>
      <w:r w:rsidR="009C4E9E">
        <w:t>en</w:t>
      </w:r>
      <w:r>
        <w:t xml:space="preserve">. Abbildung 2 zeigt die dafür relevanten Skripte. </w:t>
      </w:r>
    </w:p>
    <w:p w14:paraId="7BE8CEA3" w14:textId="71048F91" w:rsidR="003166FD" w:rsidRPr="009173B4" w:rsidRDefault="003166FD" w:rsidP="003166FD">
      <w:pPr>
        <w:pStyle w:val="Listenabsatz"/>
        <w:numPr>
          <w:ilvl w:val="0"/>
          <w:numId w:val="27"/>
        </w:numPr>
        <w:spacing w:after="160" w:line="259" w:lineRule="auto"/>
      </w:pPr>
      <w:r w:rsidRPr="009173B4">
        <w:t xml:space="preserve">Die Variablen </w:t>
      </w:r>
      <w:proofErr w:type="spellStart"/>
      <w:r w:rsidRPr="009173B4">
        <w:rPr>
          <w:rFonts w:ascii="Courier New" w:hAnsi="Courier New" w:cs="Courier New"/>
        </w:rPr>
        <w:t>temp</w:t>
      </w:r>
      <w:r w:rsidR="009C4E9E">
        <w:rPr>
          <w:rFonts w:ascii="Courier New" w:hAnsi="Courier New" w:cs="Courier New"/>
        </w:rPr>
        <w:t>eratur</w:t>
      </w:r>
      <w:r w:rsidRPr="009173B4">
        <w:rPr>
          <w:rFonts w:ascii="Courier New" w:hAnsi="Courier New" w:cs="Courier New"/>
        </w:rPr>
        <w:t>_Schlafen</w:t>
      </w:r>
      <w:proofErr w:type="spellEnd"/>
      <w:r w:rsidRPr="009173B4">
        <w:t xml:space="preserve">, </w:t>
      </w:r>
      <w:proofErr w:type="spellStart"/>
      <w:r w:rsidRPr="009173B4">
        <w:rPr>
          <w:rFonts w:ascii="Courier New" w:hAnsi="Courier New" w:cs="Courier New"/>
        </w:rPr>
        <w:t>temp</w:t>
      </w:r>
      <w:r w:rsidR="009C4E9E">
        <w:rPr>
          <w:rFonts w:ascii="Courier New" w:hAnsi="Courier New" w:cs="Courier New"/>
        </w:rPr>
        <w:t>eratur</w:t>
      </w:r>
      <w:r w:rsidRPr="009173B4">
        <w:rPr>
          <w:rFonts w:ascii="Courier New" w:hAnsi="Courier New" w:cs="Courier New"/>
        </w:rPr>
        <w:t>_Gaeste</w:t>
      </w:r>
      <w:proofErr w:type="spellEnd"/>
      <w:r>
        <w:t>,</w:t>
      </w:r>
      <w:r w:rsidRPr="009173B4">
        <w:t xml:space="preserve"> </w:t>
      </w:r>
      <w:proofErr w:type="spellStart"/>
      <w:r w:rsidRPr="009173B4">
        <w:rPr>
          <w:rFonts w:ascii="Courier New" w:hAnsi="Courier New" w:cs="Courier New"/>
        </w:rPr>
        <w:t>temp</w:t>
      </w:r>
      <w:r w:rsidR="009C4E9E">
        <w:rPr>
          <w:rFonts w:ascii="Courier New" w:hAnsi="Courier New" w:cs="Courier New"/>
        </w:rPr>
        <w:t>eratur</w:t>
      </w:r>
      <w:r w:rsidRPr="009173B4">
        <w:rPr>
          <w:rFonts w:ascii="Courier New" w:hAnsi="Courier New" w:cs="Courier New"/>
        </w:rPr>
        <w:t>_Wohnen</w:t>
      </w:r>
      <w:proofErr w:type="spellEnd"/>
      <w:r w:rsidRPr="009173B4">
        <w:t xml:space="preserve"> und </w:t>
      </w:r>
      <w:r w:rsidRPr="009173B4">
        <w:rPr>
          <w:rFonts w:ascii="Courier New" w:hAnsi="Courier New" w:cs="Courier New"/>
        </w:rPr>
        <w:t>anzeige</w:t>
      </w:r>
      <w:r w:rsidRPr="009173B4">
        <w:t xml:space="preserve"> wurden als lokale Variable </w:t>
      </w:r>
      <w:r>
        <w:t>(</w:t>
      </w:r>
      <w:r w:rsidRPr="009173B4">
        <w:t>nur für dieses Objekt</w:t>
      </w:r>
      <w:r>
        <w:t>)</w:t>
      </w:r>
      <w:r w:rsidRPr="009173B4">
        <w:t xml:space="preserve"> angelegt. Begründe</w:t>
      </w:r>
      <w:r w:rsidR="009C4E9E">
        <w:t>n Sie</w:t>
      </w:r>
      <w:r w:rsidRPr="009173B4">
        <w:t xml:space="preserve">, </w:t>
      </w:r>
      <w:r w:rsidR="009C4E9E">
        <w:t>dass</w:t>
      </w:r>
      <w:r w:rsidRPr="009173B4">
        <w:t xml:space="preserve"> diese Wahl</w:t>
      </w:r>
      <w:r>
        <w:t xml:space="preserve"> für die</w:t>
      </w:r>
      <w:r w:rsidRPr="009173B4">
        <w:t xml:space="preserve"> Simulation </w:t>
      </w:r>
      <w:r>
        <w:t xml:space="preserve">eines vernetzten Systems </w:t>
      </w:r>
      <w:r w:rsidRPr="009173B4">
        <w:t>sinnvoll ist.</w:t>
      </w:r>
    </w:p>
    <w:p w14:paraId="2D4C32EF" w14:textId="7649FF7B" w:rsidR="003166FD" w:rsidRDefault="004B3AF1" w:rsidP="003166FD">
      <w:r>
        <w:rPr>
          <w:noProof/>
        </w:rPr>
        <w:lastRenderedPageBreak/>
        <mc:AlternateContent>
          <mc:Choice Requires="wpg">
            <w:drawing>
              <wp:anchor distT="0" distB="0" distL="114300" distR="114300" simplePos="0" relativeHeight="251662336" behindDoc="0" locked="0" layoutInCell="1" allowOverlap="1" wp14:anchorId="0CA73A9E" wp14:editId="1C62D848">
                <wp:simplePos x="0" y="0"/>
                <wp:positionH relativeFrom="column">
                  <wp:posOffset>-6350</wp:posOffset>
                </wp:positionH>
                <wp:positionV relativeFrom="paragraph">
                  <wp:posOffset>3810</wp:posOffset>
                </wp:positionV>
                <wp:extent cx="5736590" cy="2446020"/>
                <wp:effectExtent l="0" t="0" r="16510" b="0"/>
                <wp:wrapTopAndBottom/>
                <wp:docPr id="1922323103" name="Gruppieren 2"/>
                <wp:cNvGraphicFramePr/>
                <a:graphic xmlns:a="http://schemas.openxmlformats.org/drawingml/2006/main">
                  <a:graphicData uri="http://schemas.microsoft.com/office/word/2010/wordprocessingGroup">
                    <wpg:wgp>
                      <wpg:cNvGrpSpPr/>
                      <wpg:grpSpPr>
                        <a:xfrm>
                          <a:off x="0" y="0"/>
                          <a:ext cx="5736590" cy="2446020"/>
                          <a:chOff x="-366" y="-9527"/>
                          <a:chExt cx="5737659" cy="2446884"/>
                        </a:xfrm>
                      </wpg:grpSpPr>
                      <wps:wsp>
                        <wps:cNvPr id="1004135548" name="Textfeld 1"/>
                        <wps:cNvSpPr txBox="1"/>
                        <wps:spPr>
                          <a:xfrm>
                            <a:off x="-366" y="2145371"/>
                            <a:ext cx="5737659" cy="291986"/>
                          </a:xfrm>
                          <a:prstGeom prst="rect">
                            <a:avLst/>
                          </a:prstGeom>
                          <a:solidFill>
                            <a:prstClr val="white"/>
                          </a:solidFill>
                          <a:ln>
                            <a:noFill/>
                          </a:ln>
                        </wps:spPr>
                        <wps:txbx>
                          <w:txbxContent>
                            <w:p w14:paraId="4D50F6A1" w14:textId="33476F97" w:rsidR="003166FD" w:rsidRPr="00A84D17" w:rsidRDefault="003166FD" w:rsidP="004B3AF1">
                              <w:pPr>
                                <w:pStyle w:val="UnterschriftINFSII"/>
                                <w:rPr>
                                  <w:noProof/>
                                </w:rPr>
                              </w:pPr>
                              <w:r>
                                <w:t xml:space="preserve">Abbildung </w:t>
                              </w:r>
                              <w:r>
                                <w:fldChar w:fldCharType="begin"/>
                              </w:r>
                              <w:r>
                                <w:instrText xml:space="preserve"> SEQ Abbildung \* ARABIC </w:instrText>
                              </w:r>
                              <w:r>
                                <w:fldChar w:fldCharType="separate"/>
                              </w:r>
                              <w:r w:rsidR="004B1396">
                                <w:rPr>
                                  <w:noProof/>
                                </w:rPr>
                                <w:t>2</w:t>
                              </w:r>
                              <w:r>
                                <w:rPr>
                                  <w:noProof/>
                                </w:rPr>
                                <w:fldChar w:fldCharType="end"/>
                              </w:r>
                              <w:r>
                                <w:t>: Skripte für</w:t>
                              </w:r>
                              <w:r w:rsidRPr="009173B4">
                                <w:t xml:space="preserve"> </w:t>
                              </w:r>
                              <w:r>
                                <w:t>die zentrale Abfrage-Komponente (links) und eine Messstation (rechts)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17" name="Textfeld 2"/>
                        <wps:cNvSpPr txBox="1">
                          <a:spLocks noChangeArrowheads="1"/>
                        </wps:cNvSpPr>
                        <wps:spPr bwMode="auto">
                          <a:xfrm>
                            <a:off x="2675460" y="-9527"/>
                            <a:ext cx="3061832" cy="2074758"/>
                          </a:xfrm>
                          <a:prstGeom prst="rect">
                            <a:avLst/>
                          </a:prstGeom>
                          <a:noFill/>
                          <a:ln w="12700">
                            <a:solidFill>
                              <a:schemeClr val="accent1"/>
                            </a:solidFill>
                            <a:miter lim="800000"/>
                            <a:headEnd/>
                            <a:tailEnd/>
                          </a:ln>
                        </wps:spPr>
                        <wps:txbx>
                          <w:txbxContent>
                            <w:p w14:paraId="78748474" w14:textId="77777777" w:rsidR="003166FD" w:rsidRDefault="003166FD" w:rsidP="003166FD">
                              <w:pPr>
                                <w:spacing w:after="0"/>
                                <w:rPr>
                                  <w:u w:val="single"/>
                                </w:rPr>
                              </w:pPr>
                              <w:r w:rsidRPr="0058733D">
                                <w:rPr>
                                  <w:u w:val="single"/>
                                </w:rPr>
                                <w:t>Skript eine</w:t>
                              </w:r>
                              <w:r>
                                <w:rPr>
                                  <w:u w:val="single"/>
                                </w:rPr>
                                <w:t xml:space="preserve">r </w:t>
                              </w:r>
                              <w:r w:rsidRPr="0058733D">
                                <w:rPr>
                                  <w:u w:val="single"/>
                                </w:rPr>
                                <w:t>Messstation</w:t>
                              </w:r>
                            </w:p>
                            <w:p w14:paraId="290A4470" w14:textId="4C64B7F9" w:rsidR="003166FD" w:rsidRPr="0058733D" w:rsidRDefault="003166FD" w:rsidP="003166FD">
                              <w:pPr>
                                <w:spacing w:after="0"/>
                                <w:rPr>
                                  <w:u w:val="single"/>
                                </w:rPr>
                              </w:pPr>
                              <w:r w:rsidRPr="0004182B">
                                <w:tab/>
                                <w:t xml:space="preserve"> </w:t>
                              </w:r>
                              <w:r>
                                <w:rPr>
                                  <w:noProof/>
                                </w:rPr>
                                <w:drawing>
                                  <wp:inline distT="0" distB="0" distL="0" distR="0" wp14:anchorId="609C7419" wp14:editId="6854570A">
                                    <wp:extent cx="2920498" cy="880053"/>
                                    <wp:effectExtent l="0" t="0" r="0" b="0"/>
                                    <wp:docPr id="138450483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4504835" name="Grafik 1"/>
                                            <pic:cNvPicPr/>
                                          </pic:nvPicPr>
                                          <pic:blipFill>
                                            <a:blip r:embed="rId10">
                                              <a:extLst>
                                                <a:ext uri="{28A0092B-C50C-407E-A947-70E740481C1C}">
                                                  <a14:useLocalDpi xmlns:a14="http://schemas.microsoft.com/office/drawing/2010/main" val="0"/>
                                                </a:ext>
                                              </a:extLst>
                                            </a:blip>
                                            <a:stretch>
                                              <a:fillRect/>
                                            </a:stretch>
                                          </pic:blipFill>
                                          <pic:spPr>
                                            <a:xfrm>
                                              <a:off x="0" y="0"/>
                                              <a:ext cx="2920498" cy="880053"/>
                                            </a:xfrm>
                                            <a:prstGeom prst="rect">
                                              <a:avLst/>
                                            </a:prstGeom>
                                          </pic:spPr>
                                        </pic:pic>
                                      </a:graphicData>
                                    </a:graphic>
                                  </wp:inline>
                                </w:drawing>
                              </w:r>
                            </w:p>
                          </w:txbxContent>
                        </wps:txbx>
                        <wps:bodyPr rot="0" vert="horz" wrap="square" lIns="36000" tIns="36000" rIns="36000" bIns="36000" anchor="t" anchorCtr="0">
                          <a:noAutofit/>
                        </wps:bodyPr>
                      </wps:wsp>
                      <wps:wsp>
                        <wps:cNvPr id="1395360189" name="Textfeld 2"/>
                        <wps:cNvSpPr txBox="1">
                          <a:spLocks noChangeArrowheads="1"/>
                        </wps:cNvSpPr>
                        <wps:spPr bwMode="auto">
                          <a:xfrm>
                            <a:off x="0" y="-9370"/>
                            <a:ext cx="2607209" cy="2081226"/>
                          </a:xfrm>
                          <a:prstGeom prst="rect">
                            <a:avLst/>
                          </a:prstGeom>
                          <a:noFill/>
                          <a:ln w="12700">
                            <a:solidFill>
                              <a:schemeClr val="accent1"/>
                            </a:solidFill>
                            <a:miter lim="800000"/>
                            <a:headEnd/>
                            <a:tailEnd/>
                          </a:ln>
                        </wps:spPr>
                        <wps:txbx>
                          <w:txbxContent>
                            <w:p w14:paraId="5159235A" w14:textId="77777777" w:rsidR="003166FD" w:rsidRDefault="003166FD" w:rsidP="003166FD">
                              <w:pPr>
                                <w:spacing w:after="0"/>
                                <w:rPr>
                                  <w:u w:val="single"/>
                                </w:rPr>
                              </w:pPr>
                              <w:r w:rsidRPr="0058733D">
                                <w:rPr>
                                  <w:u w:val="single"/>
                                </w:rPr>
                                <w:t>Skript de</w:t>
                              </w:r>
                              <w:r>
                                <w:rPr>
                                  <w:u w:val="single"/>
                                </w:rPr>
                                <w:t>r</w:t>
                              </w:r>
                              <w:r w:rsidRPr="0058733D">
                                <w:rPr>
                                  <w:u w:val="single"/>
                                </w:rPr>
                                <w:t xml:space="preserve"> </w:t>
                              </w:r>
                              <w:r>
                                <w:rPr>
                                  <w:u w:val="single"/>
                                </w:rPr>
                                <w:t>Z</w:t>
                              </w:r>
                              <w:r w:rsidRPr="0058733D">
                                <w:rPr>
                                  <w:u w:val="single"/>
                                </w:rPr>
                                <w:t>entrale</w:t>
                              </w:r>
                            </w:p>
                            <w:p w14:paraId="63AE0DD5" w14:textId="61CFBB46" w:rsidR="003166FD" w:rsidRPr="0058733D" w:rsidRDefault="003166FD" w:rsidP="003166FD">
                              <w:pPr>
                                <w:spacing w:after="240"/>
                                <w:rPr>
                                  <w:u w:val="single"/>
                                </w:rPr>
                              </w:pPr>
                              <w:r w:rsidRPr="0004182B">
                                <w:tab/>
                              </w:r>
                              <w:r w:rsidRPr="0004182B">
                                <w:tab/>
                              </w:r>
                              <w:r w:rsidRPr="0004182B">
                                <w:tab/>
                                <w:t xml:space="preserve"> </w:t>
                              </w:r>
                              <w:r>
                                <w:rPr>
                                  <w:noProof/>
                                </w:rPr>
                                <w:drawing>
                                  <wp:inline distT="0" distB="0" distL="0" distR="0" wp14:anchorId="18CBFA01" wp14:editId="69319691">
                                    <wp:extent cx="1738800" cy="897445"/>
                                    <wp:effectExtent l="0" t="0" r="0" b="0"/>
                                    <wp:docPr id="199669695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6696957" name="Grafik 1"/>
                                            <pic:cNvPicPr/>
                                          </pic:nvPicPr>
                                          <pic:blipFill>
                                            <a:blip r:embed="rId11">
                                              <a:extLst>
                                                <a:ext uri="{28A0092B-C50C-407E-A947-70E740481C1C}">
                                                  <a14:useLocalDpi xmlns:a14="http://schemas.microsoft.com/office/drawing/2010/main" val="0"/>
                                                </a:ext>
                                              </a:extLst>
                                            </a:blip>
                                            <a:stretch>
                                              <a:fillRect/>
                                            </a:stretch>
                                          </pic:blipFill>
                                          <pic:spPr>
                                            <a:xfrm>
                                              <a:off x="0" y="0"/>
                                              <a:ext cx="1738800" cy="897445"/>
                                            </a:xfrm>
                                            <a:prstGeom prst="rect">
                                              <a:avLst/>
                                            </a:prstGeom>
                                          </pic:spPr>
                                        </pic:pic>
                                      </a:graphicData>
                                    </a:graphic>
                                  </wp:inline>
                                </w:drawing>
                              </w:r>
                              <w:r w:rsidR="009C4E9E" w:rsidRPr="009C4E9E">
                                <w:rPr>
                                  <w:noProof/>
                                </w:rPr>
                                <w:t xml:space="preserve"> </w:t>
                              </w:r>
                              <w:r w:rsidR="009C4E9E">
                                <w:rPr>
                                  <w:noProof/>
                                </w:rPr>
                                <w:drawing>
                                  <wp:inline distT="0" distB="0" distL="0" distR="0" wp14:anchorId="47A11AC7" wp14:editId="5B41CF1A">
                                    <wp:extent cx="2476224" cy="546535"/>
                                    <wp:effectExtent l="0" t="0" r="635" b="6350"/>
                                    <wp:docPr id="57624307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6243072" name="Grafik 1"/>
                                            <pic:cNvPicPr/>
                                          </pic:nvPicPr>
                                          <pic:blipFill>
                                            <a:blip r:embed="rId12">
                                              <a:extLst>
                                                <a:ext uri="{28A0092B-C50C-407E-A947-70E740481C1C}">
                                                  <a14:useLocalDpi xmlns:a14="http://schemas.microsoft.com/office/drawing/2010/main" val="0"/>
                                                </a:ext>
                                              </a:extLst>
                                            </a:blip>
                                            <a:stretch>
                                              <a:fillRect/>
                                            </a:stretch>
                                          </pic:blipFill>
                                          <pic:spPr>
                                            <a:xfrm>
                                              <a:off x="0" y="0"/>
                                              <a:ext cx="2476224" cy="546535"/>
                                            </a:xfrm>
                                            <a:prstGeom prst="rect">
                                              <a:avLst/>
                                            </a:prstGeom>
                                          </pic:spPr>
                                        </pic:pic>
                                      </a:graphicData>
                                    </a:graphic>
                                  </wp:inline>
                                </w:drawing>
                              </w:r>
                            </w:p>
                          </w:txbxContent>
                        </wps:txbx>
                        <wps:bodyPr rot="0" vert="horz" wrap="square" lIns="36000" tIns="36000" rIns="36000" bIns="3600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0CA73A9E" id="Gruppieren 2" o:spid="_x0000_s1029" style="position:absolute;margin-left:-.5pt;margin-top:.3pt;width:451.7pt;height:192.6pt;z-index:251662336;mso-width-relative:margin;mso-height-relative:margin" coordorigin="-3,-95" coordsize="57376,24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">
                <v:shape id="Textfeld 1" o:spid="_x0000_s1030" type="#_x0000_t202" style="position:absolute;left:-3;top:21453;width:57375;height:29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" stroked="f">
                  <v:textbox inset="0,0,0,0">
                    <w:txbxContent>
                      <w:p w14:paraId="4D50F6A1" w14:textId="33476F97" w:rsidR="003166FD" w:rsidRPr="00A84D17" w:rsidRDefault="003166FD" w:rsidP="004B3AF1">
                        <w:pPr>
                          <w:pStyle w:val="UnterschriftINFSII"/>
                          <w:rPr>
                            <w:noProof/>
                          </w:rPr>
                        </w:pPr>
                        <w:r>
                          <w:t xml:space="preserve">Abbildung </w:t>
                        </w:r>
                        <w:r>
                          <w:fldChar w:fldCharType="begin"/>
                        </w:r>
                        <w:r>
                          <w:instrText xml:space="preserve"> SEQ Abbildung \* ARABIC </w:instrText>
                        </w:r>
                        <w:r>
                          <w:fldChar w:fldCharType="separate"/>
                        </w:r>
                        <w:r w:rsidR="004B1396">
                          <w:rPr>
                            <w:noProof/>
                          </w:rPr>
                          <w:t>2</w:t>
                        </w:r>
                        <w:r>
                          <w:rPr>
                            <w:noProof/>
                          </w:rPr>
                          <w:fldChar w:fldCharType="end"/>
                        </w:r>
                        <w:r>
                          <w:t>: Skripte für</w:t>
                        </w:r>
                        <w:r w:rsidRPr="009173B4">
                          <w:t xml:space="preserve"> </w:t>
                        </w:r>
                        <w:r>
                          <w:t>die zentrale Abfrage-Komponente (links) und eine Messstation (rechts)</w:t>
                        </w:r>
                      </w:p>
                    </w:txbxContent>
                  </v:textbox>
                </v:shape>
                <v:shape id="Textfeld 2" o:spid="_x0000_s1031" type="#_x0000_t202" style="position:absolute;left:26754;top:-95;width:30618;height:207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" filled="f" strokecolor="#4472c4 [3204]" strokeweight="1pt">
                  <v:textbox inset="1mm,1mm,1mm,1mm">
                    <w:txbxContent>
                      <w:p w14:paraId="78748474" w14:textId="77777777" w:rsidR="003166FD" w:rsidRDefault="003166FD" w:rsidP="003166FD">
                        <w:pPr>
                          <w:spacing w:after="0"/>
                          <w:rPr>
                            <w:u w:val="single"/>
                          </w:rPr>
                        </w:pPr>
                        <w:r w:rsidRPr="0058733D">
                          <w:rPr>
                            <w:u w:val="single"/>
                          </w:rPr>
                          <w:t>Skript eine</w:t>
                        </w:r>
                        <w:r>
                          <w:rPr>
                            <w:u w:val="single"/>
                          </w:rPr>
                          <w:t xml:space="preserve">r </w:t>
                        </w:r>
                        <w:r w:rsidRPr="0058733D">
                          <w:rPr>
                            <w:u w:val="single"/>
                          </w:rPr>
                          <w:t>Messstation</w:t>
                        </w:r>
                      </w:p>
                      <w:p w14:paraId="290A4470" w14:textId="4C64B7F9" w:rsidR="003166FD" w:rsidRPr="0058733D" w:rsidRDefault="003166FD" w:rsidP="003166FD">
                        <w:pPr>
                          <w:spacing w:after="0"/>
                          <w:rPr>
                            <w:u w:val="single"/>
                          </w:rPr>
                        </w:pPr>
                        <w:r w:rsidRPr="0004182B">
                          <w:tab/>
                          <w:t xml:space="preserve"> </w:t>
                        </w:r>
                        <w:r>
                          <w:rPr>
                            <w:noProof/>
                          </w:rPr>
                          <w:drawing>
                            <wp:inline distT="0" distB="0" distL="0" distR="0" wp14:anchorId="609C7419" wp14:editId="6854570A">
                              <wp:extent cx="2920498" cy="880053"/>
                              <wp:effectExtent l="0" t="0" r="0" b="0"/>
                              <wp:docPr id="138450483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4504835" name="Grafik 1"/>
                                      <pic:cNvPicPr/>
                                    </pic:nvPicPr>
                                    <pic:blipFill>
                                      <a:blip r:embed="rId10">
                                        <a:extLst>
                                          <a:ext uri="{28A0092B-C50C-407E-A947-70E740481C1C}">
                                            <a14:useLocalDpi xmlns:a14="http://schemas.microsoft.com/office/drawing/2010/main" val="0"/>
                                          </a:ext>
                                        </a:extLst>
                                      </a:blip>
                                      <a:stretch>
                                        <a:fillRect/>
                                      </a:stretch>
                                    </pic:blipFill>
                                    <pic:spPr>
                                      <a:xfrm>
                                        <a:off x="0" y="0"/>
                                        <a:ext cx="2920498" cy="880053"/>
                                      </a:xfrm>
                                      <a:prstGeom prst="rect">
                                        <a:avLst/>
                                      </a:prstGeom>
                                    </pic:spPr>
                                  </pic:pic>
                                </a:graphicData>
                              </a:graphic>
                            </wp:inline>
                          </w:drawing>
                        </w:r>
                      </w:p>
                    </w:txbxContent>
                  </v:textbox>
                </v:shape>
                <v:shape id="Textfeld 2" o:spid="_x0000_s1032" type="#_x0000_t202" style="position:absolute;top:-93;width:26072;height:20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" filled="f" strokecolor="#4472c4 [3204]" strokeweight="1pt">
                  <v:textbox inset="1mm,1mm,1mm,1mm">
                    <w:txbxContent>
                      <w:p w14:paraId="5159235A" w14:textId="77777777" w:rsidR="003166FD" w:rsidRDefault="003166FD" w:rsidP="003166FD">
                        <w:pPr>
                          <w:spacing w:after="0"/>
                          <w:rPr>
                            <w:u w:val="single"/>
                          </w:rPr>
                        </w:pPr>
                        <w:r w:rsidRPr="0058733D">
                          <w:rPr>
                            <w:u w:val="single"/>
                          </w:rPr>
                          <w:t>Skript de</w:t>
                        </w:r>
                        <w:r>
                          <w:rPr>
                            <w:u w:val="single"/>
                          </w:rPr>
                          <w:t>r</w:t>
                        </w:r>
                        <w:r w:rsidRPr="0058733D">
                          <w:rPr>
                            <w:u w:val="single"/>
                          </w:rPr>
                          <w:t xml:space="preserve"> </w:t>
                        </w:r>
                        <w:r>
                          <w:rPr>
                            <w:u w:val="single"/>
                          </w:rPr>
                          <w:t>Z</w:t>
                        </w:r>
                        <w:r w:rsidRPr="0058733D">
                          <w:rPr>
                            <w:u w:val="single"/>
                          </w:rPr>
                          <w:t>entrale</w:t>
                        </w:r>
                      </w:p>
                      <w:p w14:paraId="63AE0DD5" w14:textId="61CFBB46" w:rsidR="003166FD" w:rsidRPr="0058733D" w:rsidRDefault="003166FD" w:rsidP="003166FD">
                        <w:pPr>
                          <w:spacing w:after="240"/>
                          <w:rPr>
                            <w:u w:val="single"/>
                          </w:rPr>
                        </w:pPr>
                        <w:r w:rsidRPr="0004182B">
                          <w:tab/>
                        </w:r>
                        <w:r w:rsidRPr="0004182B">
                          <w:tab/>
                        </w:r>
                        <w:r w:rsidRPr="0004182B">
                          <w:tab/>
                          <w:t xml:space="preserve"> </w:t>
                        </w:r>
                        <w:r>
                          <w:rPr>
                            <w:noProof/>
                          </w:rPr>
                          <w:drawing>
                            <wp:inline distT="0" distB="0" distL="0" distR="0" wp14:anchorId="18CBFA01" wp14:editId="69319691">
                              <wp:extent cx="1738800" cy="897445"/>
                              <wp:effectExtent l="0" t="0" r="0" b="0"/>
                              <wp:docPr id="199669695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6696957" name="Grafik 1"/>
                                      <pic:cNvPicPr/>
                                    </pic:nvPicPr>
                                    <pic:blipFill>
                                      <a:blip r:embed="rId11">
                                        <a:extLst>
                                          <a:ext uri="{28A0092B-C50C-407E-A947-70E740481C1C}">
                                            <a14:useLocalDpi xmlns:a14="http://schemas.microsoft.com/office/drawing/2010/main" val="0"/>
                                          </a:ext>
                                        </a:extLst>
                                      </a:blip>
                                      <a:stretch>
                                        <a:fillRect/>
                                      </a:stretch>
                                    </pic:blipFill>
                                    <pic:spPr>
                                      <a:xfrm>
                                        <a:off x="0" y="0"/>
                                        <a:ext cx="1738800" cy="897445"/>
                                      </a:xfrm>
                                      <a:prstGeom prst="rect">
                                        <a:avLst/>
                                      </a:prstGeom>
                                    </pic:spPr>
                                  </pic:pic>
                                </a:graphicData>
                              </a:graphic>
                            </wp:inline>
                          </w:drawing>
                        </w:r>
                        <w:r w:rsidR="009C4E9E" w:rsidRPr="009C4E9E">
                          <w:rPr>
                            <w:noProof/>
                          </w:rPr>
                          <w:t xml:space="preserve"> </w:t>
                        </w:r>
                        <w:r w:rsidR="009C4E9E">
                          <w:rPr>
                            <w:noProof/>
                          </w:rPr>
                          <w:drawing>
                            <wp:inline distT="0" distB="0" distL="0" distR="0" wp14:anchorId="47A11AC7" wp14:editId="5B41CF1A">
                              <wp:extent cx="2476224" cy="546535"/>
                              <wp:effectExtent l="0" t="0" r="635" b="6350"/>
                              <wp:docPr id="57624307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6243072" name="Grafik 1"/>
                                      <pic:cNvPicPr/>
                                    </pic:nvPicPr>
                                    <pic:blipFill>
                                      <a:blip r:embed="rId12">
                                        <a:extLst>
                                          <a:ext uri="{28A0092B-C50C-407E-A947-70E740481C1C}">
                                            <a14:useLocalDpi xmlns:a14="http://schemas.microsoft.com/office/drawing/2010/main" val="0"/>
                                          </a:ext>
                                        </a:extLst>
                                      </a:blip>
                                      <a:stretch>
                                        <a:fillRect/>
                                      </a:stretch>
                                    </pic:blipFill>
                                    <pic:spPr>
                                      <a:xfrm>
                                        <a:off x="0" y="0"/>
                                        <a:ext cx="2476224" cy="546535"/>
                                      </a:xfrm>
                                      <a:prstGeom prst="rect">
                                        <a:avLst/>
                                      </a:prstGeom>
                                    </pic:spPr>
                                  </pic:pic>
                                </a:graphicData>
                              </a:graphic>
                            </wp:inline>
                          </w:drawing>
                        </w:r>
                      </w:p>
                    </w:txbxContent>
                  </v:textbox>
                </v:shape>
                <w10:wrap type="topAndBottom"/>
              </v:group>
            </w:pict>
          </mc:Fallback>
        </mc:AlternateContent>
      </w:r>
      <w:r w:rsidR="009C4E9E">
        <w:rPr>
          <w:noProof/>
        </w:rPr>
        <w:drawing>
          <wp:anchor distT="0" distB="0" distL="114300" distR="114300" simplePos="0" relativeHeight="251664384" behindDoc="1" locked="0" layoutInCell="1" allowOverlap="1" wp14:anchorId="48E93180" wp14:editId="0FDB0BE5">
            <wp:simplePos x="0" y="0"/>
            <wp:positionH relativeFrom="column">
              <wp:posOffset>2109356</wp:posOffset>
            </wp:positionH>
            <wp:positionV relativeFrom="paragraph">
              <wp:posOffset>58837</wp:posOffset>
            </wp:positionV>
            <wp:extent cx="462280" cy="277495"/>
            <wp:effectExtent l="0" t="0" r="0" b="8255"/>
            <wp:wrapNone/>
            <wp:docPr id="1267633447" name="Grafik 1" descr="Ein Bild, das Text, Screenshot, Schrift,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7633447" name="Grafik 1" descr="Ein Bild, das Text, Screenshot, Schrift, Logo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62280" cy="277495"/>
                    </a:xfrm>
                    <a:prstGeom prst="rect">
                      <a:avLst/>
                    </a:prstGeom>
                  </pic:spPr>
                </pic:pic>
              </a:graphicData>
            </a:graphic>
          </wp:anchor>
        </w:drawing>
      </w:r>
      <w:r w:rsidR="003166FD">
        <w:rPr>
          <w:noProof/>
        </w:rPr>
        <w:drawing>
          <wp:anchor distT="0" distB="0" distL="114300" distR="114300" simplePos="0" relativeHeight="251663360" behindDoc="0" locked="0" layoutInCell="1" allowOverlap="1" wp14:anchorId="2C37530A" wp14:editId="7E272E71">
            <wp:simplePos x="0" y="0"/>
            <wp:positionH relativeFrom="column">
              <wp:posOffset>5471795</wp:posOffset>
            </wp:positionH>
            <wp:positionV relativeFrom="paragraph">
              <wp:posOffset>60960</wp:posOffset>
            </wp:positionV>
            <wp:extent cx="200660" cy="376555"/>
            <wp:effectExtent l="0" t="0" r="8890" b="4445"/>
            <wp:wrapNone/>
            <wp:docPr id="78710477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7104776" name="Grafik 1"/>
                    <pic:cNvPicPr/>
                  </pic:nvPicPr>
                  <pic:blipFill rotWithShape="1">
                    <a:blip r:embed="rId14">
                      <a:extLst>
                        <a:ext uri="{28A0092B-C50C-407E-A947-70E740481C1C}">
                          <a14:useLocalDpi xmlns:a14="http://schemas.microsoft.com/office/drawing/2010/main" val="0"/>
                        </a:ext>
                      </a:extLst>
                    </a:blip>
                    <a:srcRect l="8634" t="4346" r="5072" b="-155"/>
                    <a:stretch/>
                  </pic:blipFill>
                  <pic:spPr bwMode="auto">
                    <a:xfrm>
                      <a:off x="0" y="0"/>
                      <a:ext cx="200660" cy="376555"/>
                    </a:xfrm>
                    <a:prstGeom prst="rect">
                      <a:avLst/>
                    </a:prstGeom>
                    <a:ln>
                      <a:noFill/>
                    </a:ln>
                    <a:extLst>
                      <a:ext uri="{53640926-AAD7-44D8-BBD7-CCE9431645EC}">
                        <a14:shadowObscured xmlns:a14="http://schemas.microsoft.com/office/drawing/2010/main"/>
                      </a:ext>
                    </a:extLst>
                  </pic:spPr>
                </pic:pic>
              </a:graphicData>
            </a:graphic>
          </wp:anchor>
        </w:drawing>
      </w:r>
      <w:r w:rsidR="003166FD">
        <w:rPr>
          <w:b/>
          <w:bCs/>
          <w:noProof/>
        </w:rPr>
        <w:drawing>
          <wp:anchor distT="0" distB="0" distL="114300" distR="114300" simplePos="0" relativeHeight="251660288" behindDoc="0" locked="0" layoutInCell="1" allowOverlap="1" wp14:anchorId="078D5B05" wp14:editId="25F059E1">
            <wp:simplePos x="0" y="0"/>
            <wp:positionH relativeFrom="margin">
              <wp:posOffset>-400989</wp:posOffset>
            </wp:positionH>
            <wp:positionV relativeFrom="paragraph">
              <wp:posOffset>3442003</wp:posOffset>
            </wp:positionV>
            <wp:extent cx="233680" cy="233680"/>
            <wp:effectExtent l="0" t="0" r="0" b="0"/>
            <wp:wrapSquare wrapText="bothSides"/>
            <wp:docPr id="1945405599" name="Grafik 6" descr="Benutzer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405599" name="Grafik 1945405599" descr="Benutzer mit einfarbiger Füllun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233680" cy="233680"/>
                    </a:xfrm>
                    <a:prstGeom prst="rect">
                      <a:avLst/>
                    </a:prstGeom>
                  </pic:spPr>
                </pic:pic>
              </a:graphicData>
            </a:graphic>
            <wp14:sizeRelH relativeFrom="margin">
              <wp14:pctWidth>0</wp14:pctWidth>
            </wp14:sizeRelH>
            <wp14:sizeRelV relativeFrom="margin">
              <wp14:pctHeight>0</wp14:pctHeight>
            </wp14:sizeRelV>
          </wp:anchor>
        </w:drawing>
      </w:r>
      <w:r w:rsidR="003166FD" w:rsidRPr="001D7D82">
        <w:rPr>
          <w:b/>
          <w:bCs/>
        </w:rPr>
        <w:t>Aufgabe 2:</w:t>
      </w:r>
      <w:r w:rsidR="003166FD">
        <w:t xml:space="preserve"> Das System soll nun so erweitert bzw. verändert werden, dass die zentrale Auswertungsstation die Temperaturdaten von drei verschiedenen Zimmern bzw. den jeweiligen Messstationen abfragen kann. Die Auswahl kann über den roten, gelben bzw. blauen Knopf an der zentralen Abfragestation erfolgen. Das Skript des Objektes </w:t>
      </w:r>
      <w:r w:rsidR="003166FD" w:rsidRPr="009173B4">
        <w:rPr>
          <w:i/>
          <w:iCs/>
        </w:rPr>
        <w:t>Zentrale</w:t>
      </w:r>
      <w:r w:rsidR="003166FD">
        <w:t xml:space="preserve"> enthält bereits die entsprechenden Bedingungen.</w:t>
      </w:r>
      <w:r w:rsidR="003166FD" w:rsidRPr="007705EB">
        <w:rPr>
          <w:noProof/>
        </w:rPr>
        <w:t xml:space="preserve"> </w:t>
      </w:r>
    </w:p>
    <w:p w14:paraId="5F4ACE11" w14:textId="24DECAEE" w:rsidR="003166FD" w:rsidRDefault="003166FD" w:rsidP="003166FD">
      <w:pPr>
        <w:pStyle w:val="Listenabsatz"/>
        <w:numPr>
          <w:ilvl w:val="0"/>
          <w:numId w:val="28"/>
        </w:numPr>
      </w:pPr>
      <w:r>
        <w:t>Diskutier</w:t>
      </w:r>
      <w:r w:rsidR="004B3AF1">
        <w:t>en Sie</w:t>
      </w:r>
      <w:r>
        <w:t xml:space="preserve"> in Kleingruppen, welche Ergänzungen oder Veränderungen notwendig sind, um die Kommunikation zwischen den Komponenten entsprechend zu erweitern.</w:t>
      </w:r>
    </w:p>
    <w:p w14:paraId="53D05ACF" w14:textId="6EDAC145" w:rsidR="003166FD" w:rsidRDefault="004B3AF1" w:rsidP="003166FD">
      <w:pPr>
        <w:pStyle w:val="Listenabsatz"/>
        <w:numPr>
          <w:ilvl w:val="0"/>
          <w:numId w:val="28"/>
        </w:numPr>
      </w:pPr>
      <w:bookmarkStart w:id="0" w:name="_Hlk140050976"/>
      <w:r>
        <w:t xml:space="preserve">Ergänzen bzw. verändern Sie die Simulation entsprechend </w:t>
      </w:r>
      <w:proofErr w:type="gramStart"/>
      <w:r>
        <w:t>Ihrer Absprachen</w:t>
      </w:r>
      <w:proofErr w:type="gramEnd"/>
      <w:r>
        <w:t xml:space="preserve"> aus Aufgabenteil a).</w:t>
      </w:r>
      <w:bookmarkEnd w:id="0"/>
    </w:p>
    <w:p w14:paraId="7B38A1F8" w14:textId="50B1ADA5" w:rsidR="003166FD" w:rsidRDefault="003166FD" w:rsidP="003166FD">
      <w:pPr>
        <w:spacing w:after="240"/>
      </w:pPr>
      <w:r w:rsidRPr="007705EB">
        <w:rPr>
          <w:b/>
          <w:bCs/>
        </w:rPr>
        <w:t xml:space="preserve">Aufgabe 3*: </w:t>
      </w:r>
      <w:r w:rsidRPr="00671485">
        <w:t>Erweiter</w:t>
      </w:r>
      <w:r w:rsidR="004B3AF1">
        <w:t>n Sie</w:t>
      </w:r>
      <w:r>
        <w:t xml:space="preserve"> die Simulation nach </w:t>
      </w:r>
      <w:r w:rsidR="004B3AF1">
        <w:t>Ihren</w:t>
      </w:r>
      <w:r>
        <w:t xml:space="preserve"> Vorstellungen. Beispielsweise könnte an der Zentrale eine Wunschtemperatur für einen Raum eingestellt werden. Die Messstation meldet, wenn die entsprechende Temperatur erreicht ist. Dazu kann ein entsprechender Heizvorgang simuliert werden.  Oder es gibt die Möglichkeit, weitere Sensorwerte von den einzelnen Messstationen abzufragen. </w:t>
      </w:r>
    </w:p>
    <w:p w14:paraId="742EA6A1" w14:textId="77777777" w:rsidR="00D17C18" w:rsidRDefault="00D17C18">
      <w:pPr>
        <w:spacing w:after="160" w:line="259" w:lineRule="auto"/>
      </w:pPr>
      <w:bookmarkStart w:id="1" w:name="_Hlk48148046"/>
      <w:bookmarkStart w:id="2" w:name="_Hlk36642635"/>
      <w:r>
        <w:br w:type="page"/>
      </w:r>
    </w:p>
    <w:p w14:paraId="5C34AE9F" w14:textId="16952EBC" w:rsidR="003166FD" w:rsidRDefault="004B3AF1" w:rsidP="003166FD">
      <w:bookmarkStart w:id="3" w:name="_Hlk165385877"/>
      <w:r w:rsidRPr="005E1E04">
        <w:lastRenderedPageBreak/>
        <w:t xml:space="preserve">Dieses Werk ist lizenziert unter einer </w:t>
      </w:r>
      <w:hyperlink r:id="rId17" w:history="1">
        <w:r w:rsidRPr="00D17C18">
          <w:rPr>
            <w:rStyle w:val="Hyperlink"/>
            <w:color w:val="4E6B9E"/>
          </w:rPr>
          <w:t>Creative Commons Namensnennung - Nicht-kommerziell - Weitergabe unter gleichen Bedingungen 4.0 International Lizenz</w:t>
        </w:r>
      </w:hyperlink>
      <w:r w:rsidRPr="005E1E04">
        <w:rPr>
          <w:color w:val="4E6B9E"/>
        </w:rPr>
        <w:t>.</w:t>
      </w:r>
      <w:r w:rsidRPr="005E1E04">
        <w:t xml:space="preserve"> </w:t>
      </w:r>
      <w:bookmarkEnd w:id="1"/>
      <w:bookmarkEnd w:id="2"/>
      <w:r>
        <w:t xml:space="preserve">Von der Lizenz ausgenommen ist das </w:t>
      </w:r>
      <w:proofErr w:type="spellStart"/>
      <w:r>
        <w:t>InfSII</w:t>
      </w:r>
      <w:proofErr w:type="spellEnd"/>
      <w:r>
        <w:t>-Logo.</w:t>
      </w:r>
    </w:p>
    <w:bookmarkEnd w:id="3"/>
    <w:p w14:paraId="6C1BDF41" w14:textId="256C627E" w:rsidR="003166FD" w:rsidRDefault="003166FD" w:rsidP="003166FD">
      <w:pPr>
        <w:rPr>
          <w:color w:val="8BBC39"/>
        </w:rPr>
      </w:pPr>
    </w:p>
    <w:p w14:paraId="0450A41F" w14:textId="06BF6F26" w:rsidR="003166FD" w:rsidRPr="00C279BA" w:rsidRDefault="00D17C18" w:rsidP="003166FD">
      <w:r w:rsidRPr="00C279BA">
        <w:t xml:space="preserve">Abbildung 1 wurde in Scratch erstellt. Alle Scratch-Blöcke und -Objekte sind lizensiert unter einer </w:t>
      </w:r>
      <w:r w:rsidRPr="00C279BA">
        <w:rPr>
          <w:color w:val="4E6B9E"/>
        </w:rPr>
        <w:t>Creative Commons Namensnennung - Weitergabe unter gleichen Bedingungen 4.0 International Lizenz</w:t>
      </w:r>
      <w:r w:rsidRPr="00C279BA">
        <w:rPr>
          <w:color w:val="0462C1"/>
        </w:rPr>
        <w:t xml:space="preserve">. </w:t>
      </w:r>
      <w:r w:rsidRPr="00C279BA">
        <w:t xml:space="preserve">Scratch wurde entwickelt von der </w:t>
      </w:r>
      <w:proofErr w:type="spellStart"/>
      <w:r w:rsidRPr="00C279BA">
        <w:t>Lifelong</w:t>
      </w:r>
      <w:proofErr w:type="spellEnd"/>
      <w:r w:rsidRPr="00C279BA">
        <w:t xml:space="preserve"> Kindergarten Group, MIT Media Lab, </w:t>
      </w:r>
      <w:r w:rsidRPr="00C279BA">
        <w:rPr>
          <w:color w:val="4E6B9E"/>
        </w:rPr>
        <w:t>http://scratch.mit.edu</w:t>
      </w:r>
      <w:r w:rsidRPr="00C279BA">
        <w:t>.</w:t>
      </w:r>
      <w:r w:rsidRPr="00C279BA">
        <w:rPr>
          <w:color w:val="8BBC39"/>
        </w:rPr>
        <w:t xml:space="preserve"> </w:t>
      </w:r>
      <w:r w:rsidRPr="00C279BA">
        <w:rPr>
          <w:color w:val="0462C1"/>
        </w:rPr>
        <w:t xml:space="preserve"> </w:t>
      </w:r>
      <w:r w:rsidR="003166FD" w:rsidRPr="00C279BA">
        <w:t xml:space="preserve">In Abbildung 1 wurde eine Grafik von Michael Sinner ergänzt, die auf </w:t>
      </w:r>
      <w:hyperlink r:id="rId18" w:history="1">
        <w:r w:rsidR="003166FD" w:rsidRPr="00C279BA">
          <w:rPr>
            <w:rStyle w:val="Hyperlink"/>
            <w:color w:val="4E6B9E"/>
          </w:rPr>
          <w:t>https://openclipart.org/detail/231080/thermometer</w:t>
        </w:r>
      </w:hyperlink>
      <w:r w:rsidR="003166FD" w:rsidRPr="00C279BA">
        <w:t xml:space="preserve"> mit einer </w:t>
      </w:r>
      <w:hyperlink r:id="rId19" w:history="1">
        <w:r w:rsidR="003166FD" w:rsidRPr="00C279BA">
          <w:rPr>
            <w:rStyle w:val="Hyperlink"/>
            <w:rFonts w:cstheme="minorHAnsi"/>
            <w:color w:val="4E6B9E"/>
            <w:shd w:val="clear" w:color="auto" w:fill="FFFFFF"/>
          </w:rPr>
          <w:t>Creative Commons Zero 1.0 Public Domain License</w:t>
        </w:r>
      </w:hyperlink>
      <w:r w:rsidR="003166FD" w:rsidRPr="00C279BA">
        <w:rPr>
          <w:rFonts w:ascii="Segoe UI" w:hAnsi="Segoe UI" w:cs="Segoe UI"/>
          <w:shd w:val="clear" w:color="auto" w:fill="FFFFFF"/>
        </w:rPr>
        <w:t> </w:t>
      </w:r>
      <w:r w:rsidR="003166FD" w:rsidRPr="00C279BA">
        <w:t>zur Verfügung steht.</w:t>
      </w:r>
    </w:p>
    <w:p w14:paraId="3F92022E" w14:textId="1167192F" w:rsidR="00D17C18" w:rsidRDefault="00D17C18" w:rsidP="00D17C18">
      <w:pPr>
        <w:rPr>
          <w:rStyle w:val="LinkFunoteZchn"/>
        </w:rPr>
      </w:pPr>
      <w:r w:rsidRPr="00C279BA">
        <w:t>Die Skripte in Abbildung 2 sind Snap</w:t>
      </w:r>
      <w:r w:rsidRPr="00C279BA">
        <w:rPr>
          <w:i/>
          <w:iCs/>
        </w:rPr>
        <w:t>!</w:t>
      </w:r>
      <w:r w:rsidRPr="00C279BA">
        <w:t xml:space="preserve"> entnommen.  </w:t>
      </w:r>
      <w:bookmarkStart w:id="4" w:name="_Hlk14345968"/>
      <w:bookmarkStart w:id="5" w:name="_Hlk40257297"/>
      <w:r w:rsidRPr="00C279BA">
        <w:t>Snap</w:t>
      </w:r>
      <w:r w:rsidRPr="00C279BA">
        <w:rPr>
          <w:rStyle w:val="Hervorhebung"/>
        </w:rPr>
        <w:t>!</w:t>
      </w:r>
      <w:r w:rsidRPr="00C279BA">
        <w:t xml:space="preserve"> wird von der University </w:t>
      </w:r>
      <w:proofErr w:type="spellStart"/>
      <w:r w:rsidRPr="00C279BA">
        <w:t>of</w:t>
      </w:r>
      <w:proofErr w:type="spellEnd"/>
      <w:r w:rsidRPr="00C279BA">
        <w:t xml:space="preserve"> California, Berkeley und SAP mit Unterstützung der National Science </w:t>
      </w:r>
      <w:proofErr w:type="spellStart"/>
      <w:r w:rsidRPr="00C279BA">
        <w:t>Foundation</w:t>
      </w:r>
      <w:proofErr w:type="spellEnd"/>
      <w:r w:rsidRPr="00C279BA">
        <w:t xml:space="preserve"> (NSF), </w:t>
      </w:r>
      <w:proofErr w:type="spellStart"/>
      <w:r w:rsidRPr="00C279BA">
        <w:t>MIOSoft</w:t>
      </w:r>
      <w:proofErr w:type="spellEnd"/>
      <w:r w:rsidRPr="00C279BA">
        <w:t xml:space="preserve"> und </w:t>
      </w:r>
      <w:proofErr w:type="gramStart"/>
      <w:r w:rsidRPr="00C279BA">
        <w:t>YC Research</w:t>
      </w:r>
      <w:proofErr w:type="gramEnd"/>
      <w:r w:rsidRPr="00C279BA">
        <w:t xml:space="preserve"> zur Verfügung gestellt: </w:t>
      </w:r>
      <w:hyperlink r:id="rId20" w:history="1">
        <w:r w:rsidRPr="00C279BA">
          <w:rPr>
            <w:rStyle w:val="LinkFunoteZchn"/>
            <w:sz w:val="22"/>
            <w:szCs w:val="22"/>
          </w:rPr>
          <w:t>https://snap.berkeley.edu</w:t>
        </w:r>
        <w:bookmarkEnd w:id="4"/>
      </w:hyperlink>
      <w:bookmarkEnd w:id="5"/>
    </w:p>
    <w:p w14:paraId="24B4F522" w14:textId="77777777" w:rsidR="003166FD" w:rsidRDefault="003166FD" w:rsidP="003166FD"/>
    <w:p w14:paraId="4D2CD1D9" w14:textId="77777777" w:rsidR="003166FD" w:rsidRDefault="003166FD" w:rsidP="003166FD">
      <w:bookmarkStart w:id="6" w:name="_Hlk65008113"/>
      <w:r>
        <w:t>Für die korrekte Ausführbarkeit der Quelltexte in diesem Arbeitsblatt und der beiliegenden Programme wird keine Garantie übernommen. Auch für Folgeschäden, die sich aus der Anwendung der Quelltexte oder durch eventuelle fehlerhafte Angaben ergeben, wird keine Haftung oder juristische Verantwortung übernommen.</w:t>
      </w:r>
    </w:p>
    <w:bookmarkEnd w:id="6"/>
    <w:p w14:paraId="4B7B4A06" w14:textId="77777777" w:rsidR="003166FD" w:rsidRPr="000F1AF5" w:rsidRDefault="003166FD" w:rsidP="003166FD"/>
    <w:p w14:paraId="7A6BBA3B" w14:textId="77777777" w:rsidR="00970575" w:rsidRPr="003166FD" w:rsidRDefault="00970575" w:rsidP="003166FD"/>
    <w:sectPr w:rsidR="00970575" w:rsidRPr="003166FD" w:rsidSect="000C4807">
      <w:headerReference w:type="default" r:id="rId21"/>
      <w:footerReference w:type="default" r:id="rId22"/>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5B65D1" w14:textId="77777777" w:rsidR="000C4807" w:rsidRDefault="000C4807" w:rsidP="006D1346">
      <w:pPr>
        <w:spacing w:after="0" w:line="240" w:lineRule="auto"/>
      </w:pPr>
      <w:r>
        <w:separator/>
      </w:r>
    </w:p>
  </w:endnote>
  <w:endnote w:type="continuationSeparator" w:id="0">
    <w:p w14:paraId="214BBA9A" w14:textId="77777777" w:rsidR="000C4807" w:rsidRDefault="000C4807"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4868C1" w14:textId="3CA9C555"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1D7E6E14" wp14:editId="096FF8C6">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4B3AF1">
      <w:rPr>
        <w:color w:val="808080" w:themeColor="background1" w:themeShade="80"/>
        <w:sz w:val="20"/>
        <w:szCs w:val="20"/>
      </w:rPr>
      <w:t>Juni 2024</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0C44C9" w14:textId="77777777" w:rsidR="000C4807" w:rsidRDefault="000C4807" w:rsidP="006D1346">
      <w:pPr>
        <w:spacing w:after="0" w:line="240" w:lineRule="auto"/>
      </w:pPr>
      <w:r>
        <w:separator/>
      </w:r>
    </w:p>
  </w:footnote>
  <w:footnote w:type="continuationSeparator" w:id="0">
    <w:p w14:paraId="0153E2F9" w14:textId="77777777" w:rsidR="000C4807" w:rsidRDefault="000C4807"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1D8EDD" w14:textId="77777777"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3459E0E8" wp14:editId="7715E1A5">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67AD31E1"/>
    <w:multiLevelType w:val="hybridMultilevel"/>
    <w:tmpl w:val="4DB6B04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7301319E"/>
    <w:multiLevelType w:val="hybridMultilevel"/>
    <w:tmpl w:val="BC50C5A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77605EBF"/>
    <w:multiLevelType w:val="hybridMultilevel"/>
    <w:tmpl w:val="D76269AE"/>
    <w:lvl w:ilvl="0" w:tplc="04070017">
      <w:start w:val="1"/>
      <w:numFmt w:val="lowerLetter"/>
      <w:lvlText w:val="%1)"/>
      <w:lvlJc w:val="left"/>
      <w:pPr>
        <w:ind w:left="360" w:hanging="360"/>
      </w:pPr>
      <w:rPr>
        <w:rFonts w:hint="default"/>
        <w:b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202671296">
    <w:abstractNumId w:val="14"/>
  </w:num>
  <w:num w:numId="2" w16cid:durableId="878013062">
    <w:abstractNumId w:val="20"/>
  </w:num>
  <w:num w:numId="3" w16cid:durableId="274022642">
    <w:abstractNumId w:val="4"/>
  </w:num>
  <w:num w:numId="4" w16cid:durableId="1326667999">
    <w:abstractNumId w:val="16"/>
  </w:num>
  <w:num w:numId="5" w16cid:durableId="1574002844">
    <w:abstractNumId w:val="23"/>
  </w:num>
  <w:num w:numId="6" w16cid:durableId="1412005836">
    <w:abstractNumId w:val="21"/>
  </w:num>
  <w:num w:numId="7" w16cid:durableId="1686246849">
    <w:abstractNumId w:val="12"/>
  </w:num>
  <w:num w:numId="8" w16cid:durableId="1491672303">
    <w:abstractNumId w:val="10"/>
  </w:num>
  <w:num w:numId="9" w16cid:durableId="1431851959">
    <w:abstractNumId w:val="0"/>
  </w:num>
  <w:num w:numId="10" w16cid:durableId="2122648965">
    <w:abstractNumId w:val="9"/>
  </w:num>
  <w:num w:numId="11" w16cid:durableId="1135635914">
    <w:abstractNumId w:val="2"/>
  </w:num>
  <w:num w:numId="12" w16cid:durableId="1696006361">
    <w:abstractNumId w:val="17"/>
  </w:num>
  <w:num w:numId="13" w16cid:durableId="150950901">
    <w:abstractNumId w:val="1"/>
  </w:num>
  <w:num w:numId="14" w16cid:durableId="1242058584">
    <w:abstractNumId w:val="6"/>
  </w:num>
  <w:num w:numId="15" w16cid:durableId="1327628330">
    <w:abstractNumId w:val="7"/>
  </w:num>
  <w:num w:numId="16" w16cid:durableId="786049978">
    <w:abstractNumId w:val="11"/>
  </w:num>
  <w:num w:numId="17" w16cid:durableId="2112162433">
    <w:abstractNumId w:val="8"/>
  </w:num>
  <w:num w:numId="18" w16cid:durableId="525291736">
    <w:abstractNumId w:val="5"/>
  </w:num>
  <w:num w:numId="19" w16cid:durableId="935095862">
    <w:abstractNumId w:val="3"/>
  </w:num>
  <w:num w:numId="20" w16cid:durableId="346565763">
    <w:abstractNumId w:val="22"/>
  </w:num>
  <w:num w:numId="21" w16cid:durableId="1870874767">
    <w:abstractNumId w:val="13"/>
  </w:num>
  <w:num w:numId="22" w16cid:durableId="115175415">
    <w:abstractNumId w:val="14"/>
    <w:lvlOverride w:ilvl="0">
      <w:startOverride w:val="1"/>
    </w:lvlOverride>
  </w:num>
  <w:num w:numId="23" w16cid:durableId="707415366">
    <w:abstractNumId w:val="14"/>
    <w:lvlOverride w:ilvl="0">
      <w:startOverride w:val="1"/>
    </w:lvlOverride>
  </w:num>
  <w:num w:numId="24" w16cid:durableId="543759902">
    <w:abstractNumId w:val="14"/>
    <w:lvlOverride w:ilvl="0">
      <w:startOverride w:val="1"/>
    </w:lvlOverride>
  </w:num>
  <w:num w:numId="25" w16cid:durableId="313417135">
    <w:abstractNumId w:val="14"/>
    <w:lvlOverride w:ilvl="0">
      <w:startOverride w:val="1"/>
    </w:lvlOverride>
  </w:num>
  <w:num w:numId="26" w16cid:durableId="1046829233">
    <w:abstractNumId w:val="15"/>
  </w:num>
  <w:num w:numId="27" w16cid:durableId="413549611">
    <w:abstractNumId w:val="19"/>
  </w:num>
  <w:num w:numId="28" w16cid:durableId="125936867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6FD"/>
    <w:rsid w:val="0000775F"/>
    <w:rsid w:val="000127AC"/>
    <w:rsid w:val="00017751"/>
    <w:rsid w:val="00026157"/>
    <w:rsid w:val="00071419"/>
    <w:rsid w:val="00072ED2"/>
    <w:rsid w:val="00087065"/>
    <w:rsid w:val="000A7494"/>
    <w:rsid w:val="000C4807"/>
    <w:rsid w:val="00126D3F"/>
    <w:rsid w:val="00186A5F"/>
    <w:rsid w:val="001C2D07"/>
    <w:rsid w:val="001F06FE"/>
    <w:rsid w:val="001F622A"/>
    <w:rsid w:val="00221D86"/>
    <w:rsid w:val="00244639"/>
    <w:rsid w:val="00264EA1"/>
    <w:rsid w:val="003166FD"/>
    <w:rsid w:val="003179DB"/>
    <w:rsid w:val="00330DB0"/>
    <w:rsid w:val="00334221"/>
    <w:rsid w:val="00344030"/>
    <w:rsid w:val="00381B15"/>
    <w:rsid w:val="003906DC"/>
    <w:rsid w:val="003B7431"/>
    <w:rsid w:val="003E4F79"/>
    <w:rsid w:val="003F45B4"/>
    <w:rsid w:val="003F5E3B"/>
    <w:rsid w:val="00412C43"/>
    <w:rsid w:val="00415B86"/>
    <w:rsid w:val="0042385F"/>
    <w:rsid w:val="00445135"/>
    <w:rsid w:val="00462032"/>
    <w:rsid w:val="004850AB"/>
    <w:rsid w:val="00494093"/>
    <w:rsid w:val="004B0D19"/>
    <w:rsid w:val="004B1396"/>
    <w:rsid w:val="004B35A7"/>
    <w:rsid w:val="004B3AF1"/>
    <w:rsid w:val="004C259A"/>
    <w:rsid w:val="004F1042"/>
    <w:rsid w:val="00554E24"/>
    <w:rsid w:val="005E301E"/>
    <w:rsid w:val="005E5D30"/>
    <w:rsid w:val="005F6623"/>
    <w:rsid w:val="00600140"/>
    <w:rsid w:val="0063498A"/>
    <w:rsid w:val="006464A2"/>
    <w:rsid w:val="00660AA5"/>
    <w:rsid w:val="00693FB8"/>
    <w:rsid w:val="006B2673"/>
    <w:rsid w:val="006B39C8"/>
    <w:rsid w:val="006D1346"/>
    <w:rsid w:val="006D2CB4"/>
    <w:rsid w:val="006E07FD"/>
    <w:rsid w:val="006F44AA"/>
    <w:rsid w:val="00725A4D"/>
    <w:rsid w:val="0074626D"/>
    <w:rsid w:val="007674A3"/>
    <w:rsid w:val="00767591"/>
    <w:rsid w:val="0078342D"/>
    <w:rsid w:val="00793006"/>
    <w:rsid w:val="007D022E"/>
    <w:rsid w:val="007D72BF"/>
    <w:rsid w:val="007E2D0D"/>
    <w:rsid w:val="00844EA0"/>
    <w:rsid w:val="008508C6"/>
    <w:rsid w:val="00857C67"/>
    <w:rsid w:val="00871052"/>
    <w:rsid w:val="008A360B"/>
    <w:rsid w:val="008A6407"/>
    <w:rsid w:val="008B14DF"/>
    <w:rsid w:val="008F2A39"/>
    <w:rsid w:val="00970575"/>
    <w:rsid w:val="00983AC1"/>
    <w:rsid w:val="009B1F75"/>
    <w:rsid w:val="009C4E9E"/>
    <w:rsid w:val="009E1FF5"/>
    <w:rsid w:val="00A00FBD"/>
    <w:rsid w:val="00A01422"/>
    <w:rsid w:val="00A061E9"/>
    <w:rsid w:val="00A21F57"/>
    <w:rsid w:val="00A36CBF"/>
    <w:rsid w:val="00A43086"/>
    <w:rsid w:val="00AA35A0"/>
    <w:rsid w:val="00AA432E"/>
    <w:rsid w:val="00AC2022"/>
    <w:rsid w:val="00AC5E66"/>
    <w:rsid w:val="00B07884"/>
    <w:rsid w:val="00B45DB5"/>
    <w:rsid w:val="00B65416"/>
    <w:rsid w:val="00B73C44"/>
    <w:rsid w:val="00B7608A"/>
    <w:rsid w:val="00B92DDF"/>
    <w:rsid w:val="00C020BB"/>
    <w:rsid w:val="00C1549E"/>
    <w:rsid w:val="00C26C50"/>
    <w:rsid w:val="00C279BA"/>
    <w:rsid w:val="00C74D4B"/>
    <w:rsid w:val="00CA7665"/>
    <w:rsid w:val="00CC05C6"/>
    <w:rsid w:val="00CC6DC4"/>
    <w:rsid w:val="00D01058"/>
    <w:rsid w:val="00D10AC8"/>
    <w:rsid w:val="00D17C18"/>
    <w:rsid w:val="00D33E38"/>
    <w:rsid w:val="00D72D0B"/>
    <w:rsid w:val="00D775E8"/>
    <w:rsid w:val="00DE3722"/>
    <w:rsid w:val="00DF56A6"/>
    <w:rsid w:val="00E032F5"/>
    <w:rsid w:val="00E10441"/>
    <w:rsid w:val="00E34A08"/>
    <w:rsid w:val="00E36D04"/>
    <w:rsid w:val="00E64B3F"/>
    <w:rsid w:val="00E67B23"/>
    <w:rsid w:val="00E700F0"/>
    <w:rsid w:val="00EB5F95"/>
    <w:rsid w:val="00EC6E4C"/>
    <w:rsid w:val="00EF0090"/>
    <w:rsid w:val="00EF42B2"/>
    <w:rsid w:val="00F04A61"/>
    <w:rsid w:val="00F37CED"/>
    <w:rsid w:val="00F65F18"/>
    <w:rsid w:val="00FC1954"/>
    <w:rsid w:val="00FD78F3"/>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B46291"/>
  <w15:chartTrackingRefBased/>
  <w15:docId w15:val="{4497BFED-77FA-44A8-87C3-382A37AEA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66FD"/>
    <w:pPr>
      <w:spacing w:after="60" w:line="276" w:lineRule="auto"/>
    </w:pPr>
  </w:style>
  <w:style w:type="paragraph" w:styleId="berschrift1">
    <w:name w:val="heading 1"/>
    <w:aliases w:val="Überschrift 1_INFSII,Überschrift 1_INFS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Überschrift 1_INFS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customStyle="1" w:styleId="UnterschriftINFSI">
    <w:name w:val="Unterschrift_INFSI"/>
    <w:basedOn w:val="Beschriftung"/>
    <w:link w:val="UnterschriftINFSIZchn"/>
    <w:qFormat/>
    <w:rsid w:val="003166FD"/>
    <w:rPr>
      <w:color w:val="8CBD3A"/>
    </w:rPr>
  </w:style>
  <w:style w:type="character" w:customStyle="1" w:styleId="UnterschriftINFSIZchn">
    <w:name w:val="Unterschrift_INFSI Zchn"/>
    <w:basedOn w:val="BeschriftungZchn"/>
    <w:link w:val="UnterschriftINFSI"/>
    <w:rsid w:val="003166FD"/>
    <w:rPr>
      <w:i/>
      <w:iCs/>
      <w:color w:val="8CBD3A"/>
      <w:sz w:val="18"/>
      <w:szCs w:val="18"/>
    </w:rPr>
  </w:style>
  <w:style w:type="character" w:customStyle="1" w:styleId="LinkFunoteZchn">
    <w:name w:val="Link_Fußnote Zchn"/>
    <w:basedOn w:val="FunotentextZchn"/>
    <w:link w:val="LinkFunote"/>
    <w:locked/>
    <w:rsid w:val="004B3AF1"/>
    <w:rPr>
      <w:color w:val="4E6B9E"/>
      <w:sz w:val="20"/>
      <w:szCs w:val="20"/>
    </w:rPr>
  </w:style>
  <w:style w:type="paragraph" w:customStyle="1" w:styleId="LinkFunote">
    <w:name w:val="Link_Fußnote"/>
    <w:basedOn w:val="Funotentext"/>
    <w:link w:val="LinkFunoteZchn"/>
    <w:qFormat/>
    <w:rsid w:val="004B3AF1"/>
    <w:rPr>
      <w:color w:val="4E6B9E"/>
    </w:rPr>
  </w:style>
  <w:style w:type="character" w:styleId="Hervorhebung">
    <w:name w:val="Emphasis"/>
    <w:basedOn w:val="Absatz-Standardschriftart"/>
    <w:uiPriority w:val="20"/>
    <w:qFormat/>
    <w:rsid w:val="004B3AF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s://openclipart.org/detail/231080/thermometer"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creativecommons.org/licenses/by-nc-sa/4.0/" TargetMode="External"/><Relationship Id="rId2" Type="http://schemas.openxmlformats.org/officeDocument/2006/relationships/numbering" Target="numbering.xml"/><Relationship Id="rId16" Type="http://schemas.openxmlformats.org/officeDocument/2006/relationships/image" Target="media/image9.svg"/><Relationship Id="rId20" Type="http://schemas.openxmlformats.org/officeDocument/2006/relationships/hyperlink" Target="https://snap.berkeley.ed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creativecommons.org/publicdomain/zero/1.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1.png"/></Relationships>
</file>

<file path=word/_rels/header1.xml.rels><?xml version="1.0" encoding="UTF-8" standalone="yes"?>
<Relationships xmlns="http://schemas.openxmlformats.org/package/2006/relationships"><Relationship Id="rId1" Type="http://schemas.openxmlformats.org/officeDocument/2006/relationships/image" Target="media/image10.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vem\AppData\Roaming\Microsoft\Templates\INFSII_Vorlage_pdf.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B76EB-3E60-4B12-A296-76CCA534D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INFSII_Vorlage_pdf.dotx</Template>
  <TotalTime>0</TotalTime>
  <Pages>3</Pages>
  <Words>532</Words>
  <Characters>3358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tovem</dc:creator>
  <cp:keywords/>
  <dc:description/>
  <cp:lastModifiedBy>Brandt, Ylva</cp:lastModifiedBy>
  <cp:revision>5</cp:revision>
  <cp:lastPrinted>2024-05-03T07:22:00Z</cp:lastPrinted>
  <dcterms:created xsi:type="dcterms:W3CDTF">2024-04-30T13:34:00Z</dcterms:created>
  <dcterms:modified xsi:type="dcterms:W3CDTF">2024-05-03T07:22:00Z</dcterms:modified>
</cp:coreProperties>
</file>